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B50" w:rsidRDefault="00734B50"/>
    <w:p w:rsidR="00734B50" w:rsidRDefault="00734B50">
      <w:r w:rsidRPr="00734B50">
        <w:rPr>
          <w:b/>
          <w:color w:val="F79646" w:themeColor="accent6"/>
          <w:sz w:val="72"/>
          <w:szCs w:val="72"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>My Mad Hatter</w:t>
      </w:r>
      <w:r w:rsidRPr="00734B50">
        <w:t xml:space="preserve"> </w:t>
      </w:r>
      <w:r w:rsidR="00C2684A">
        <w:t xml:space="preserve">         </w:t>
      </w:r>
      <w:r w:rsidR="00C2684A"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eastAsia="en-NZ"/>
        </w:rPr>
        <w:drawing>
          <wp:inline distT="0" distB="0" distL="0" distR="0" wp14:anchorId="3E286F8B" wp14:editId="304BF4C0">
            <wp:extent cx="2647950" cy="2428875"/>
            <wp:effectExtent l="0" t="0" r="0" b="9525"/>
            <wp:docPr id="1" name="Picture 1" descr="http://t0.gstatic.com/images?q=tbn:ANd9GcRrXzDuV_FdP8tdreXHj04WQ7PlFP0ZrM5DDKyMqEe8A_j7auvRRw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0.gstatic.com/images?q=tbn:ANd9GcRrXzDuV_FdP8tdreXHj04WQ7PlFP0ZrM5DDKyMqEe8A_j7auvRRw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9859" cy="2430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4B50" w:rsidRDefault="00134BDB">
      <w:r>
        <w:t xml:space="preserve">The Mad Hatter is an annoying ginger who will </w:t>
      </w:r>
    </w:p>
    <w:p w:rsidR="00175FED" w:rsidRDefault="00134BDB">
      <w:r>
        <w:t xml:space="preserve">Never stop staring at you with his crocodile like </w:t>
      </w:r>
    </w:p>
    <w:p w:rsidR="00134BDB" w:rsidRDefault="00380FF8">
      <w:proofErr w:type="gramStart"/>
      <w:r>
        <w:t>e</w:t>
      </w:r>
      <w:r w:rsidR="00134BDB">
        <w:t>yes</w:t>
      </w:r>
      <w:proofErr w:type="gramEnd"/>
      <w:r w:rsidR="00134BDB">
        <w:t>. His hat is as long as a one metre ruler. His</w:t>
      </w:r>
    </w:p>
    <w:p w:rsidR="00380FF8" w:rsidRDefault="00134BDB" w:rsidP="00134BDB">
      <w:proofErr w:type="gramStart"/>
      <w:r>
        <w:t xml:space="preserve">eyes </w:t>
      </w:r>
      <w:r w:rsidR="00380FF8">
        <w:t xml:space="preserve"> are</w:t>
      </w:r>
      <w:proofErr w:type="gramEnd"/>
      <w:r w:rsidR="00380FF8">
        <w:t xml:space="preserve"> as green as a monster. The mad hatter</w:t>
      </w:r>
    </w:p>
    <w:p w:rsidR="00734B50" w:rsidRDefault="00380FF8" w:rsidP="00380FF8">
      <w:proofErr w:type="gramStart"/>
      <w:r>
        <w:t>bowtie</w:t>
      </w:r>
      <w:proofErr w:type="gramEnd"/>
      <w:r>
        <w:t xml:space="preserve"> is as long as a big  rainbow fish. His skin </w:t>
      </w:r>
    </w:p>
    <w:p w:rsidR="00380FF8" w:rsidRDefault="00380FF8" w:rsidP="00380FF8">
      <w:proofErr w:type="gramStart"/>
      <w:r>
        <w:t>is</w:t>
      </w:r>
      <w:proofErr w:type="gramEnd"/>
      <w:r>
        <w:t xml:space="preserve"> as white as fresh snow .And his lips are as pink</w:t>
      </w:r>
    </w:p>
    <w:p w:rsidR="00380FF8" w:rsidRPr="00380FF8" w:rsidRDefault="00380FF8" w:rsidP="00380FF8">
      <w:proofErr w:type="gramStart"/>
      <w:r>
        <w:t>as</w:t>
      </w:r>
      <w:proofErr w:type="gramEnd"/>
      <w:r>
        <w:t xml:space="preserve"> lipstick. Warn by fancy ladies at a tea party!!!!!!</w:t>
      </w:r>
      <w:bookmarkStart w:id="0" w:name="_GoBack"/>
      <w:bookmarkEnd w:id="0"/>
    </w:p>
    <w:sectPr w:rsidR="00380FF8" w:rsidRPr="00380FF8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BDB" w:rsidRDefault="00134BDB" w:rsidP="00734B50">
      <w:pPr>
        <w:spacing w:after="0" w:line="240" w:lineRule="auto"/>
      </w:pPr>
      <w:r>
        <w:separator/>
      </w:r>
    </w:p>
  </w:endnote>
  <w:endnote w:type="continuationSeparator" w:id="0">
    <w:p w:rsidR="00134BDB" w:rsidRDefault="00134BDB" w:rsidP="00734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BDB" w:rsidRDefault="00134BDB" w:rsidP="00734B50">
      <w:pPr>
        <w:spacing w:after="0" w:line="240" w:lineRule="auto"/>
      </w:pPr>
      <w:r>
        <w:separator/>
      </w:r>
    </w:p>
  </w:footnote>
  <w:footnote w:type="continuationSeparator" w:id="0">
    <w:p w:rsidR="00134BDB" w:rsidRDefault="00134BDB" w:rsidP="00734B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BDB" w:rsidRDefault="00134BDB">
    <w:pPr>
      <w:pStyle w:val="Header"/>
    </w:pPr>
  </w:p>
  <w:p w:rsidR="00134BDB" w:rsidRDefault="00134BD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B50"/>
    <w:rsid w:val="00134BDB"/>
    <w:rsid w:val="00175FED"/>
    <w:rsid w:val="00380FF8"/>
    <w:rsid w:val="00734B50"/>
    <w:rsid w:val="00C26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B5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34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4B50"/>
  </w:style>
  <w:style w:type="paragraph" w:styleId="Footer">
    <w:name w:val="footer"/>
    <w:basedOn w:val="Normal"/>
    <w:link w:val="FooterChar"/>
    <w:uiPriority w:val="99"/>
    <w:unhideWhenUsed/>
    <w:rsid w:val="00734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4B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4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B5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34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4B50"/>
  </w:style>
  <w:style w:type="paragraph" w:styleId="Footer">
    <w:name w:val="footer"/>
    <w:basedOn w:val="Normal"/>
    <w:link w:val="FooterChar"/>
    <w:uiPriority w:val="99"/>
    <w:unhideWhenUsed/>
    <w:rsid w:val="00734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4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google.com/imgres?imgurl=http://i665.photobucket.com/albums/vv14/mandycane13/johnny-depp-mad-hatter.jpg&amp;imgrefurl=http://s665.photobucket.com/albums/vv14/mandycane13/?action=view&amp;current=johnny-depp-mad-hatter.jpg&amp;newest=1&amp;usg=__ZMY9Xg9GhpMA6IyjeGNyDLlofGg=&amp;h=320&amp;w=304&amp;sz=35&amp;hl=en&amp;start=60&amp;zoom=1&amp;tbnid=ePWMQ2QxxcxUSM:&amp;tbnh=173&amp;tbnw=175&amp;ei=qmXQTfA9gqywA_mptccL&amp;prev=/search?q=mad+hatter&amp;hl=en&amp;biw=1916&amp;bih=879&amp;gbv=2&amp;tbm=isch&amp;itbs=1&amp;iact=rc&amp;dur=218&amp;page=2&amp;ndsp=43&amp;ved=1t:429,r:32,s:60&amp;tx=72&amp;ty=12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29C9864A</Template>
  <TotalTime>33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2</cp:revision>
  <dcterms:created xsi:type="dcterms:W3CDTF">2011-05-15T23:39:00Z</dcterms:created>
  <dcterms:modified xsi:type="dcterms:W3CDTF">2011-06-01T20:46:00Z</dcterms:modified>
</cp:coreProperties>
</file>